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tbl>
      <w:tblPr>
        <w:tblW w:w="101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160"/>
        <w:gridCol w:w="2694"/>
      </w:tblGrid>
      <w:tr w:rsidR="00C8150A" w:rsidRPr="005B7DE2" w:rsidTr="00A462AD"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150A" w:rsidRDefault="00C8150A" w:rsidP="00C8150A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>
              <w:rPr>
                <w:rFonts w:cs="Arial"/>
                <w:b/>
                <w:szCs w:val="22"/>
              </w:rPr>
              <w:t>Anlage 3 zum Vertrag nach DE-UZ 221</w:t>
            </w:r>
          </w:p>
          <w:p w:rsidR="00C8150A" w:rsidRDefault="00C8150A" w:rsidP="00C8150A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C8150A" w:rsidRDefault="00C8150A" w:rsidP="00C8150A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Umweltzeichen für</w:t>
            </w:r>
          </w:p>
          <w:p w:rsidR="00C8150A" w:rsidRDefault="00C8150A" w:rsidP="00C8150A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  <w:r w:rsidRPr="00A462AD">
              <w:rPr>
                <w:rFonts w:cs="Arial"/>
                <w:b/>
                <w:szCs w:val="22"/>
              </w:rPr>
              <w:t>„Unterwasserbeschichtungen und andere Bewuchsschutzsysteme“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auto"/>
            </w:tcBorders>
          </w:tcPr>
          <w:p w:rsidR="00C8150A" w:rsidRDefault="00C8150A" w:rsidP="00C8150A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C8150A" w:rsidRDefault="00C8150A" w:rsidP="00C8150A">
            <w:pPr>
              <w:tabs>
                <w:tab w:val="left" w:pos="5670"/>
              </w:tabs>
              <w:rPr>
                <w:rFonts w:cs="Arial"/>
                <w:b/>
                <w:szCs w:val="22"/>
                <w:u w:val="single"/>
              </w:rPr>
            </w:pPr>
          </w:p>
          <w:p w:rsidR="00C8150A" w:rsidRDefault="00C8150A" w:rsidP="00C8150A">
            <w:pPr>
              <w:tabs>
                <w:tab w:val="left" w:pos="5670"/>
              </w:tabs>
              <w:rPr>
                <w:rFonts w:cs="Arial"/>
                <w:b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150A" w:rsidRDefault="00C8150A" w:rsidP="00C8150A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Bitte benutzen Sie</w:t>
            </w:r>
          </w:p>
          <w:p w:rsidR="00C8150A" w:rsidRDefault="00C8150A" w:rsidP="00C8150A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</w:p>
          <w:p w:rsidR="00C8150A" w:rsidRDefault="00C8150A" w:rsidP="00C8150A">
            <w:pPr>
              <w:tabs>
                <w:tab w:val="left" w:pos="5670"/>
              </w:tabs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diesen Vordruck!</w:t>
            </w:r>
          </w:p>
        </w:tc>
      </w:tr>
    </w:tbl>
    <w:p w:rsidR="008F7E7D" w:rsidRDefault="008F7E7D" w:rsidP="008F7E7D">
      <w:pPr>
        <w:jc w:val="both"/>
      </w:pPr>
    </w:p>
    <w:p w:rsidR="008E549F" w:rsidRDefault="008E549F" w:rsidP="008F7E7D"/>
    <w:p w:rsidR="008F7E7D" w:rsidRDefault="008F7E7D" w:rsidP="008F7E7D">
      <w:r w:rsidRPr="00594EC0">
        <w:t xml:space="preserve">Erklärung des </w:t>
      </w:r>
      <w:r w:rsidR="00594EC0">
        <w:t>Herstellers/Lieferanten des Vorprodukts</w:t>
      </w:r>
      <w:r w:rsidRPr="00594EC0">
        <w:t xml:space="preserve"> nach Abschnitt 3.</w:t>
      </w:r>
      <w:r w:rsidR="004A7CDC" w:rsidRPr="00594EC0">
        <w:t>1.2</w:t>
      </w:r>
      <w:r w:rsidRPr="00594EC0">
        <w:t xml:space="preserve">, </w:t>
      </w:r>
      <w:r w:rsidR="004A7CDC" w:rsidRPr="00594EC0">
        <w:t>Anforderungen zum Einsatz von</w:t>
      </w:r>
      <w:r w:rsidR="00594EC0">
        <w:t xml:space="preserve"> </w:t>
      </w:r>
      <w:r w:rsidR="004A7CDC" w:rsidRPr="00594EC0">
        <w:t>Bioziden</w:t>
      </w:r>
    </w:p>
    <w:p w:rsidR="00C8150A" w:rsidRDefault="00C8150A" w:rsidP="008F7E7D"/>
    <w:p w:rsidR="000F032B" w:rsidRPr="00594EC0" w:rsidRDefault="000F032B" w:rsidP="008F7E7D"/>
    <w:p w:rsidR="008F7E7D" w:rsidRPr="00783E22" w:rsidRDefault="008F7E7D" w:rsidP="00594EC0">
      <w:pPr>
        <w:jc w:val="both"/>
        <w:rPr>
          <w:sz w:val="20"/>
        </w:rPr>
      </w:pPr>
    </w:p>
    <w:p w:rsidR="004A7CDC" w:rsidRDefault="004A7CDC" w:rsidP="008F7E7D">
      <w:pPr>
        <w:spacing w:line="360" w:lineRule="auto"/>
        <w:jc w:val="both"/>
        <w:rPr>
          <w:rFonts w:cs="Arial"/>
          <w:szCs w:val="22"/>
        </w:rPr>
      </w:pPr>
      <w:r w:rsidRPr="004A7CDC">
        <w:rPr>
          <w:szCs w:val="22"/>
        </w:rPr>
        <w:t>Vorprodukt</w:t>
      </w:r>
      <w:r w:rsidR="00594EC0">
        <w:rPr>
          <w:szCs w:val="22"/>
        </w:rPr>
        <w:t>name:</w:t>
      </w:r>
      <w:r w:rsidR="00594EC0">
        <w:rPr>
          <w:szCs w:val="22"/>
        </w:rPr>
        <w:tab/>
      </w:r>
      <w:r w:rsidRPr="004A7CDC"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r w:rsidRPr="004A7CDC">
        <w:rPr>
          <w:rFonts w:cs="Arial"/>
          <w:szCs w:val="22"/>
        </w:rPr>
        <w:instrText xml:space="preserve"> FORMTEXT </w:instrText>
      </w:r>
      <w:r w:rsidRPr="004A7CDC">
        <w:rPr>
          <w:rFonts w:cs="Arial"/>
          <w:szCs w:val="22"/>
        </w:rPr>
      </w:r>
      <w:r w:rsidRPr="004A7CDC">
        <w:rPr>
          <w:rFonts w:cs="Arial"/>
          <w:szCs w:val="22"/>
        </w:rPr>
        <w:fldChar w:fldCharType="separate"/>
      </w:r>
      <w:r w:rsidR="003073C6">
        <w:rPr>
          <w:rFonts w:cs="Arial"/>
          <w:szCs w:val="22"/>
        </w:rPr>
        <w:t> </w:t>
      </w:r>
      <w:r w:rsidR="003073C6">
        <w:rPr>
          <w:rFonts w:cs="Arial"/>
          <w:szCs w:val="22"/>
        </w:rPr>
        <w:t> </w:t>
      </w:r>
      <w:r w:rsidR="003073C6">
        <w:rPr>
          <w:rFonts w:cs="Arial"/>
          <w:szCs w:val="22"/>
        </w:rPr>
        <w:t> </w:t>
      </w:r>
      <w:r w:rsidR="003073C6">
        <w:rPr>
          <w:rFonts w:cs="Arial"/>
          <w:szCs w:val="22"/>
        </w:rPr>
        <w:t> </w:t>
      </w:r>
      <w:r w:rsidR="003073C6">
        <w:rPr>
          <w:rFonts w:cs="Arial"/>
          <w:szCs w:val="22"/>
        </w:rPr>
        <w:t> </w:t>
      </w:r>
      <w:r w:rsidRPr="004A7CDC">
        <w:rPr>
          <w:rFonts w:cs="Arial"/>
          <w:szCs w:val="22"/>
        </w:rPr>
        <w:fldChar w:fldCharType="end"/>
      </w:r>
    </w:p>
    <w:p w:rsidR="00594EC0" w:rsidRDefault="00594EC0" w:rsidP="008F7E7D">
      <w:pPr>
        <w:spacing w:line="360" w:lineRule="auto"/>
        <w:jc w:val="both"/>
        <w:rPr>
          <w:rFonts w:cs="Arial"/>
          <w:szCs w:val="22"/>
        </w:rPr>
      </w:pPr>
    </w:p>
    <w:p w:rsidR="004A7CDC" w:rsidRDefault="004A7CDC" w:rsidP="008F7E7D">
      <w:pPr>
        <w:spacing w:line="360" w:lineRule="auto"/>
        <w:jc w:val="both"/>
        <w:rPr>
          <w:szCs w:val="22"/>
        </w:rPr>
      </w:pPr>
      <w:r>
        <w:rPr>
          <w:rFonts w:cs="Arial"/>
          <w:szCs w:val="22"/>
        </w:rPr>
        <w:t>Hersteller/</w:t>
      </w:r>
      <w:r w:rsidR="00594EC0">
        <w:rPr>
          <w:rFonts w:cs="Arial"/>
          <w:szCs w:val="22"/>
        </w:rPr>
        <w:t>Lieferant</w:t>
      </w:r>
      <w:r>
        <w:rPr>
          <w:rFonts w:cs="Arial"/>
          <w:szCs w:val="22"/>
        </w:rPr>
        <w:t>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fldChar w:fldCharType="begin">
          <w:ffData>
            <w:name w:val="Text4"/>
            <w:enabled/>
            <w:calcOnExit w:val="0"/>
            <w:textInput>
              <w:maxLength w:val="25"/>
            </w:textInput>
          </w:ffData>
        </w:fldChar>
      </w:r>
      <w:bookmarkStart w:id="0" w:name="Text4"/>
      <w:r>
        <w:rPr>
          <w:rFonts w:cs="Arial"/>
          <w:szCs w:val="22"/>
        </w:rPr>
        <w:instrText xml:space="preserve"> FORMTEXT </w:instrText>
      </w:r>
      <w:r>
        <w:rPr>
          <w:rFonts w:cs="Arial"/>
          <w:szCs w:val="22"/>
        </w:rPr>
      </w:r>
      <w:r>
        <w:rPr>
          <w:rFonts w:cs="Arial"/>
          <w:szCs w:val="22"/>
        </w:rPr>
        <w:fldChar w:fldCharType="separate"/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noProof/>
          <w:szCs w:val="22"/>
        </w:rPr>
        <w:t> </w:t>
      </w:r>
      <w:r>
        <w:rPr>
          <w:rFonts w:cs="Arial"/>
          <w:szCs w:val="22"/>
        </w:rPr>
        <w:fldChar w:fldCharType="end"/>
      </w:r>
      <w:bookmarkEnd w:id="0"/>
    </w:p>
    <w:p w:rsidR="004A7CDC" w:rsidRDefault="004A7CDC" w:rsidP="008F7E7D">
      <w:pPr>
        <w:spacing w:line="360" w:lineRule="auto"/>
        <w:jc w:val="both"/>
        <w:rPr>
          <w:szCs w:val="22"/>
        </w:rPr>
      </w:pPr>
    </w:p>
    <w:p w:rsidR="004A7CDC" w:rsidRDefault="004A7CDC" w:rsidP="008F7E7D">
      <w:pPr>
        <w:spacing w:line="360" w:lineRule="auto"/>
        <w:jc w:val="both"/>
        <w:rPr>
          <w:szCs w:val="22"/>
        </w:rPr>
      </w:pPr>
    </w:p>
    <w:p w:rsidR="004A7CDC" w:rsidRPr="004A7CDC" w:rsidRDefault="008F7E7D" w:rsidP="008F7E7D">
      <w:pPr>
        <w:spacing w:line="360" w:lineRule="auto"/>
        <w:jc w:val="both"/>
        <w:rPr>
          <w:rFonts w:cs="Arial"/>
          <w:szCs w:val="22"/>
        </w:rPr>
      </w:pPr>
      <w:r w:rsidRPr="004A7CDC">
        <w:rPr>
          <w:szCs w:val="22"/>
        </w:rPr>
        <w:t xml:space="preserve">Hiermit erklären wir, dass </w:t>
      </w:r>
      <w:r w:rsidR="004A7CDC" w:rsidRPr="004A7CDC">
        <w:rPr>
          <w:szCs w:val="22"/>
        </w:rPr>
        <w:t>in dem</w:t>
      </w:r>
      <w:r w:rsidR="004A7CDC">
        <w:rPr>
          <w:szCs w:val="22"/>
        </w:rPr>
        <w:t xml:space="preserve"> o.g.</w:t>
      </w:r>
      <w:r w:rsidR="004A7CDC" w:rsidRPr="004A7CDC">
        <w:rPr>
          <w:szCs w:val="22"/>
        </w:rPr>
        <w:t xml:space="preserve"> Vorprodukt</w:t>
      </w:r>
    </w:p>
    <w:p w:rsidR="004A7CDC" w:rsidRDefault="004A7CDC" w:rsidP="008F7E7D">
      <w:pPr>
        <w:spacing w:line="360" w:lineRule="auto"/>
        <w:jc w:val="both"/>
        <w:rPr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755"/>
      </w:tblGrid>
      <w:tr w:rsidR="004A7CDC" w:rsidTr="004A7CDC">
        <w:tc>
          <w:tcPr>
            <w:tcW w:w="675" w:type="dxa"/>
          </w:tcPr>
          <w:p w:rsidR="004A7CDC" w:rsidRDefault="004A7CDC" w:rsidP="004A7CDC">
            <w:pPr>
              <w:spacing w:line="720" w:lineRule="auto"/>
            </w:pPr>
            <w:r w:rsidRPr="008E65D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E65D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073C6" w:rsidRPr="008E65D7">
              <w:rPr>
                <w:rFonts w:ascii="Verdana" w:hAnsi="Verdana"/>
                <w:sz w:val="18"/>
                <w:szCs w:val="18"/>
              </w:rPr>
            </w:r>
            <w:r w:rsidR="003073C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E65D7"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  <w:tc>
          <w:tcPr>
            <w:tcW w:w="8755" w:type="dxa"/>
          </w:tcPr>
          <w:p w:rsidR="004A7CDC" w:rsidRPr="00EC03E2" w:rsidRDefault="004A7CDC" w:rsidP="004A7CDC">
            <w:pPr>
              <w:spacing w:line="720" w:lineRule="auto"/>
              <w:jc w:val="both"/>
            </w:pPr>
            <w:r w:rsidRPr="00EC03E2">
              <w:rPr>
                <w:szCs w:val="22"/>
              </w:rPr>
              <w:t>keine Biozide eingesetzt werden</w:t>
            </w:r>
          </w:p>
        </w:tc>
      </w:tr>
      <w:bookmarkStart w:id="1" w:name="_GoBack"/>
      <w:tr w:rsidR="004A7CDC" w:rsidTr="004A7CDC">
        <w:tc>
          <w:tcPr>
            <w:tcW w:w="675" w:type="dxa"/>
          </w:tcPr>
          <w:p w:rsidR="004A7CDC" w:rsidRDefault="004A7CDC" w:rsidP="004A7CDC">
            <w:pPr>
              <w:spacing w:line="720" w:lineRule="auto"/>
            </w:pPr>
            <w:r w:rsidRPr="008E65D7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Kontrollkästchen16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E65D7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3073C6" w:rsidRPr="008E65D7">
              <w:rPr>
                <w:rFonts w:ascii="Verdana" w:hAnsi="Verdana"/>
                <w:sz w:val="18"/>
                <w:szCs w:val="18"/>
              </w:rPr>
            </w:r>
            <w:r w:rsidR="003073C6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8E65D7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8755" w:type="dxa"/>
          </w:tcPr>
          <w:p w:rsidR="004A7CDC" w:rsidRPr="00EC03E2" w:rsidRDefault="004A7CDC" w:rsidP="004A7CDC">
            <w:pPr>
              <w:spacing w:line="720" w:lineRule="auto"/>
              <w:jc w:val="both"/>
            </w:pPr>
            <w:r w:rsidRPr="00EC03E2">
              <w:rPr>
                <w:szCs w:val="22"/>
              </w:rPr>
              <w:t>Topfkonservierungsmittel (PA 6) enthalten sind</w:t>
            </w:r>
          </w:p>
        </w:tc>
      </w:tr>
    </w:tbl>
    <w:p w:rsidR="004A7CDC" w:rsidRDefault="004A7CDC" w:rsidP="008F7E7D">
      <w:pPr>
        <w:spacing w:line="360" w:lineRule="auto"/>
        <w:jc w:val="both"/>
        <w:rPr>
          <w:szCs w:val="22"/>
        </w:rPr>
      </w:pPr>
    </w:p>
    <w:p w:rsidR="008F7E7D" w:rsidRPr="00783E22" w:rsidRDefault="008F7E7D" w:rsidP="008F7E7D">
      <w:pPr>
        <w:tabs>
          <w:tab w:val="left" w:pos="3686"/>
        </w:tabs>
        <w:ind w:right="-1"/>
        <w:rPr>
          <w:rFonts w:cs="Arial"/>
          <w:sz w:val="20"/>
        </w:rPr>
      </w:pPr>
    </w:p>
    <w:p w:rsidR="00374542" w:rsidRPr="00783E22" w:rsidRDefault="00374542" w:rsidP="00594EC0">
      <w:pPr>
        <w:pStyle w:val="Default"/>
        <w:widowControl w:val="0"/>
        <w:ind w:left="0"/>
        <w:rPr>
          <w:sz w:val="22"/>
          <w:szCs w:val="22"/>
        </w:rPr>
      </w:pPr>
    </w:p>
    <w:p w:rsidR="008F7E7D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594EC0" w:rsidRDefault="00594EC0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594EC0" w:rsidRDefault="00594EC0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4A7CDC" w:rsidRPr="00783E22" w:rsidRDefault="004A7CDC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8F7E7D" w:rsidRPr="00783E22" w:rsidRDefault="008F7E7D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5B7DE2" w:rsidRPr="00783E22" w:rsidRDefault="005B7DE2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502B79" w:rsidRPr="00783E22" w:rsidRDefault="00502B79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502B79" w:rsidRPr="00783E22" w:rsidRDefault="00502B79" w:rsidP="008F7E7D">
      <w:pPr>
        <w:tabs>
          <w:tab w:val="left" w:pos="3686"/>
        </w:tabs>
        <w:ind w:right="-1"/>
        <w:rPr>
          <w:rFonts w:cs="Arial"/>
          <w:szCs w:val="22"/>
        </w:rPr>
      </w:pPr>
    </w:p>
    <w:p w:rsidR="008F7E7D" w:rsidRPr="00783E22" w:rsidRDefault="008F7E7D" w:rsidP="008F7E7D">
      <w:pPr>
        <w:tabs>
          <w:tab w:val="left" w:pos="851"/>
          <w:tab w:val="left" w:pos="4820"/>
        </w:tabs>
        <w:ind w:right="-1"/>
        <w:rPr>
          <w:rFonts w:cs="Arial"/>
          <w:sz w:val="20"/>
        </w:rPr>
      </w:pPr>
      <w:r w:rsidRPr="00783E22">
        <w:rPr>
          <w:rFonts w:cs="Arial"/>
          <w:szCs w:val="22"/>
        </w:rPr>
        <w:t>Ort:</w:t>
      </w:r>
      <w:r w:rsidRPr="00783E22">
        <w:rPr>
          <w:rFonts w:cs="Arial"/>
          <w:szCs w:val="22"/>
        </w:rPr>
        <w:tab/>
      </w:r>
      <w:r w:rsidRPr="00783E22"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bookmarkStart w:id="2" w:name="Text1"/>
      <w:r w:rsidRPr="00783E22">
        <w:rPr>
          <w:rFonts w:cs="Arial"/>
          <w:szCs w:val="22"/>
        </w:rPr>
        <w:instrText xml:space="preserve"> FORMTEXT </w:instrText>
      </w:r>
      <w:r w:rsidRPr="00783E22">
        <w:rPr>
          <w:rFonts w:cs="Arial"/>
          <w:szCs w:val="22"/>
        </w:rPr>
      </w:r>
      <w:r w:rsidRPr="00783E22">
        <w:rPr>
          <w:rFonts w:cs="Arial"/>
          <w:szCs w:val="22"/>
        </w:rPr>
        <w:fldChar w:fldCharType="separate"/>
      </w:r>
      <w:r w:rsidR="00830A74">
        <w:rPr>
          <w:rFonts w:cs="Arial"/>
          <w:szCs w:val="22"/>
        </w:rPr>
        <w:t> </w:t>
      </w:r>
      <w:r w:rsidR="00830A74">
        <w:rPr>
          <w:rFonts w:cs="Arial"/>
          <w:szCs w:val="22"/>
        </w:rPr>
        <w:t> </w:t>
      </w:r>
      <w:r w:rsidR="00830A74">
        <w:rPr>
          <w:rFonts w:cs="Arial"/>
          <w:szCs w:val="22"/>
        </w:rPr>
        <w:t> </w:t>
      </w:r>
      <w:r w:rsidR="00830A74">
        <w:rPr>
          <w:rFonts w:cs="Arial"/>
          <w:szCs w:val="22"/>
        </w:rPr>
        <w:t> </w:t>
      </w:r>
      <w:r w:rsidR="00830A74">
        <w:rPr>
          <w:rFonts w:cs="Arial"/>
          <w:szCs w:val="22"/>
        </w:rPr>
        <w:t> </w:t>
      </w:r>
      <w:r w:rsidRPr="00783E22">
        <w:rPr>
          <w:rFonts w:cs="Arial"/>
          <w:szCs w:val="22"/>
        </w:rPr>
        <w:fldChar w:fldCharType="end"/>
      </w:r>
      <w:bookmarkEnd w:id="2"/>
      <w:r w:rsidRPr="00783E22">
        <w:rPr>
          <w:rFonts w:cs="Arial"/>
          <w:szCs w:val="22"/>
        </w:rPr>
        <w:tab/>
      </w:r>
      <w:r w:rsidR="00EA743D" w:rsidRPr="00783E22">
        <w:rPr>
          <w:rFonts w:cs="Arial"/>
          <w:szCs w:val="22"/>
        </w:rPr>
        <w:t>(rechtsverbindliche Unterschrift</w:t>
      </w:r>
    </w:p>
    <w:p w:rsidR="008F7E7D" w:rsidRPr="005B7DE2" w:rsidRDefault="008F7E7D" w:rsidP="008F7E7D">
      <w:pPr>
        <w:tabs>
          <w:tab w:val="left" w:pos="851"/>
          <w:tab w:val="left" w:pos="4820"/>
        </w:tabs>
        <w:ind w:right="-1"/>
        <w:rPr>
          <w:rFonts w:cs="Arial"/>
          <w:sz w:val="20"/>
        </w:rPr>
      </w:pPr>
      <w:r w:rsidRPr="00783E22">
        <w:rPr>
          <w:rFonts w:cs="Arial"/>
          <w:sz w:val="20"/>
        </w:rPr>
        <w:t>Datum:</w:t>
      </w:r>
      <w:r w:rsidRPr="00783E22">
        <w:rPr>
          <w:rFonts w:cs="Arial"/>
          <w:sz w:val="20"/>
        </w:rPr>
        <w:tab/>
      </w:r>
      <w:r w:rsidR="00E60135" w:rsidRPr="00783E22">
        <w:rPr>
          <w:rFonts w:cs="Arial"/>
          <w:szCs w:val="22"/>
        </w:rPr>
        <w:fldChar w:fldCharType="begin">
          <w:ffData>
            <w:name w:val="Text1"/>
            <w:enabled/>
            <w:calcOnExit w:val="0"/>
            <w:textInput>
              <w:maxLength w:val="25"/>
            </w:textInput>
          </w:ffData>
        </w:fldChar>
      </w:r>
      <w:r w:rsidR="00E60135" w:rsidRPr="00783E22">
        <w:rPr>
          <w:rFonts w:cs="Arial"/>
          <w:szCs w:val="22"/>
        </w:rPr>
        <w:instrText xml:space="preserve"> FORMTEXT </w:instrText>
      </w:r>
      <w:r w:rsidR="00E60135" w:rsidRPr="00783E22">
        <w:rPr>
          <w:rFonts w:cs="Arial"/>
          <w:szCs w:val="22"/>
        </w:rPr>
      </w:r>
      <w:r w:rsidR="00E60135" w:rsidRPr="00783E22">
        <w:rPr>
          <w:rFonts w:cs="Arial"/>
          <w:szCs w:val="22"/>
        </w:rPr>
        <w:fldChar w:fldCharType="separate"/>
      </w:r>
      <w:r w:rsidR="00830A74">
        <w:rPr>
          <w:rFonts w:cs="Arial"/>
          <w:szCs w:val="22"/>
        </w:rPr>
        <w:t> </w:t>
      </w:r>
      <w:r w:rsidR="00830A74">
        <w:rPr>
          <w:rFonts w:cs="Arial"/>
          <w:szCs w:val="22"/>
        </w:rPr>
        <w:t> </w:t>
      </w:r>
      <w:r w:rsidR="00830A74">
        <w:rPr>
          <w:rFonts w:cs="Arial"/>
          <w:szCs w:val="22"/>
        </w:rPr>
        <w:t> </w:t>
      </w:r>
      <w:r w:rsidR="00830A74">
        <w:rPr>
          <w:rFonts w:cs="Arial"/>
          <w:szCs w:val="22"/>
        </w:rPr>
        <w:t> </w:t>
      </w:r>
      <w:r w:rsidR="00830A74">
        <w:rPr>
          <w:rFonts w:cs="Arial"/>
          <w:szCs w:val="22"/>
        </w:rPr>
        <w:t> </w:t>
      </w:r>
      <w:r w:rsidR="00E60135" w:rsidRPr="00783E22">
        <w:rPr>
          <w:rFonts w:cs="Arial"/>
          <w:szCs w:val="22"/>
        </w:rPr>
        <w:fldChar w:fldCharType="end"/>
      </w:r>
      <w:r w:rsidRPr="00783E22">
        <w:rPr>
          <w:rFonts w:cs="Arial"/>
          <w:sz w:val="20"/>
        </w:rPr>
        <w:tab/>
      </w:r>
      <w:r w:rsidR="00EA743D" w:rsidRPr="00783E22">
        <w:rPr>
          <w:rFonts w:cs="Arial"/>
          <w:szCs w:val="22"/>
        </w:rPr>
        <w:t>und Firmenstempel)</w:t>
      </w:r>
    </w:p>
    <w:p w:rsidR="00EA743D" w:rsidRPr="005B7DE2" w:rsidRDefault="008F7E7D" w:rsidP="00EA743D">
      <w:pPr>
        <w:tabs>
          <w:tab w:val="left" w:pos="4820"/>
        </w:tabs>
        <w:ind w:right="-1"/>
        <w:rPr>
          <w:sz w:val="20"/>
        </w:rPr>
      </w:pPr>
      <w:r w:rsidRPr="005B7DE2">
        <w:rPr>
          <w:rFonts w:cs="Arial"/>
          <w:sz w:val="20"/>
        </w:rPr>
        <w:tab/>
      </w:r>
    </w:p>
    <w:p w:rsidR="00D41A9A" w:rsidRPr="005B7DE2" w:rsidRDefault="00D41A9A" w:rsidP="008F7E7D">
      <w:pPr>
        <w:tabs>
          <w:tab w:val="left" w:pos="4820"/>
        </w:tabs>
        <w:rPr>
          <w:sz w:val="20"/>
        </w:rPr>
      </w:pPr>
    </w:p>
    <w:sectPr w:rsidR="00D41A9A" w:rsidRPr="005B7DE2" w:rsidSect="00374542">
      <w:headerReference w:type="default" r:id="rId7"/>
      <w:footerReference w:type="default" r:id="rId8"/>
      <w:type w:val="continuous"/>
      <w:pgSz w:w="11907" w:h="16840" w:code="9"/>
      <w:pgMar w:top="1531" w:right="1275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9A8" w:rsidRDefault="00A409A8">
      <w:r>
        <w:separator/>
      </w:r>
    </w:p>
  </w:endnote>
  <w:endnote w:type="continuationSeparator" w:id="0">
    <w:p w:rsidR="00A409A8" w:rsidRDefault="00A40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E7D" w:rsidRDefault="008F7E7D" w:rsidP="000343BE">
    <w:pPr>
      <w:pStyle w:val="Fuzeile"/>
      <w:ind w:right="360"/>
    </w:pPr>
    <w:r w:rsidRPr="000E4C21">
      <w:rPr>
        <w:rFonts w:cs="Arial"/>
        <w:szCs w:val="22"/>
      </w:rPr>
      <w:t xml:space="preserve">Anlage </w:t>
    </w:r>
    <w:r>
      <w:rPr>
        <w:rFonts w:cs="Arial"/>
        <w:szCs w:val="22"/>
      </w:rPr>
      <w:t>3</w:t>
    </w:r>
    <w:r w:rsidRPr="000E4C21">
      <w:rPr>
        <w:rFonts w:cs="Arial"/>
        <w:szCs w:val="22"/>
      </w:rPr>
      <w:t xml:space="preserve"> zum Vertrag</w:t>
    </w:r>
    <w:r w:rsidRPr="000E4C21">
      <w:rPr>
        <w:rFonts w:cs="Arial"/>
        <w:szCs w:val="22"/>
      </w:rPr>
      <w:tab/>
    </w:r>
    <w:r w:rsidRPr="000E4C21">
      <w:rPr>
        <w:rStyle w:val="Seitenzahl"/>
        <w:rFonts w:cs="Arial"/>
        <w:szCs w:val="22"/>
      </w:rPr>
      <w:fldChar w:fldCharType="begin"/>
    </w:r>
    <w:r w:rsidRPr="000E4C21">
      <w:rPr>
        <w:rStyle w:val="Seitenzahl"/>
        <w:rFonts w:cs="Arial"/>
        <w:szCs w:val="22"/>
      </w:rPr>
      <w:instrText xml:space="preserve"> PAGE </w:instrText>
    </w:r>
    <w:r w:rsidRPr="000E4C21">
      <w:rPr>
        <w:rStyle w:val="Seitenzahl"/>
        <w:rFonts w:cs="Arial"/>
        <w:szCs w:val="22"/>
      </w:rPr>
      <w:fldChar w:fldCharType="separate"/>
    </w:r>
    <w:r w:rsidR="00300143">
      <w:rPr>
        <w:rStyle w:val="Seitenzahl"/>
        <w:rFonts w:cs="Arial"/>
        <w:noProof/>
        <w:szCs w:val="22"/>
      </w:rPr>
      <w:t>2</w:t>
    </w:r>
    <w:r w:rsidRPr="000E4C21">
      <w:rPr>
        <w:rStyle w:val="Seitenzahl"/>
        <w:rFonts w:cs="Arial"/>
        <w:szCs w:val="22"/>
      </w:rPr>
      <w:fldChar w:fldCharType="end"/>
    </w:r>
    <w:r w:rsidRPr="000E4C21">
      <w:rPr>
        <w:rFonts w:cs="Arial"/>
        <w:szCs w:val="22"/>
      </w:rPr>
      <w:t>/</w:t>
    </w:r>
    <w:r w:rsidR="004B35B5">
      <w:rPr>
        <w:rFonts w:cs="Arial"/>
        <w:szCs w:val="22"/>
      </w:rPr>
      <w:fldChar w:fldCharType="begin"/>
    </w:r>
    <w:r w:rsidR="004B35B5">
      <w:rPr>
        <w:rFonts w:cs="Arial"/>
        <w:szCs w:val="22"/>
      </w:rPr>
      <w:instrText xml:space="preserve"> NUMPAGES  \* Arabic  \* MERGEFORMAT </w:instrText>
    </w:r>
    <w:r w:rsidR="004B35B5">
      <w:rPr>
        <w:rFonts w:cs="Arial"/>
        <w:szCs w:val="22"/>
      </w:rPr>
      <w:fldChar w:fldCharType="separate"/>
    </w:r>
    <w:r w:rsidR="00300143">
      <w:rPr>
        <w:rFonts w:cs="Arial"/>
        <w:noProof/>
        <w:szCs w:val="22"/>
      </w:rPr>
      <w:t>3</w:t>
    </w:r>
    <w:r w:rsidR="004B35B5">
      <w:rPr>
        <w:rFonts w:cs="Arial"/>
        <w:szCs w:val="22"/>
      </w:rPr>
      <w:fldChar w:fldCharType="end"/>
    </w:r>
    <w:r w:rsidRPr="000E4C21">
      <w:rPr>
        <w:rFonts w:cs="Arial"/>
        <w:szCs w:val="22"/>
      </w:rPr>
      <w:tab/>
    </w:r>
    <w:r w:rsidR="007F79AE">
      <w:rPr>
        <w:rFonts w:cs="Arial"/>
        <w:szCs w:val="22"/>
      </w:rPr>
      <w:t>DE-</w:t>
    </w:r>
    <w:r w:rsidRPr="000E4C21">
      <w:rPr>
        <w:rFonts w:cs="Arial"/>
        <w:szCs w:val="22"/>
      </w:rPr>
      <w:t xml:space="preserve">UZ </w:t>
    </w:r>
    <w:r w:rsidR="004A7CDC">
      <w:rPr>
        <w:rFonts w:cs="Arial"/>
        <w:szCs w:val="22"/>
      </w:rPr>
      <w:t>221</w:t>
    </w:r>
    <w:r w:rsidRPr="00783E22">
      <w:rPr>
        <w:rFonts w:cs="Arial"/>
        <w:szCs w:val="22"/>
      </w:rPr>
      <w:t xml:space="preserve"> Ausgabe </w:t>
    </w:r>
    <w:r w:rsidR="00EA743D" w:rsidRPr="00783E22">
      <w:rPr>
        <w:rStyle w:val="Seitenzahl"/>
        <w:rFonts w:cs="Arial"/>
        <w:szCs w:val="22"/>
      </w:rPr>
      <w:t>Januar</w:t>
    </w:r>
    <w:r w:rsidR="00B950C4" w:rsidRPr="00783E22">
      <w:rPr>
        <w:rStyle w:val="Seitenzahl"/>
        <w:rFonts w:cs="Arial"/>
        <w:szCs w:val="22"/>
      </w:rPr>
      <w:t xml:space="preserve"> 20</w:t>
    </w:r>
    <w:r w:rsidR="00EA743D" w:rsidRPr="00783E22">
      <w:rPr>
        <w:rStyle w:val="Seitenzahl"/>
        <w:rFonts w:cs="Arial"/>
        <w:szCs w:val="22"/>
      </w:rPr>
      <w:t>2</w:t>
    </w:r>
    <w:r w:rsidR="004A7CDC">
      <w:rPr>
        <w:rStyle w:val="Seitenzahl"/>
        <w:rFonts w:cs="Arial"/>
        <w:szCs w:val="22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9A8" w:rsidRDefault="00A409A8">
      <w:r>
        <w:separator/>
      </w:r>
    </w:p>
  </w:footnote>
  <w:footnote w:type="continuationSeparator" w:id="0">
    <w:p w:rsidR="00A409A8" w:rsidRDefault="00A40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7E7D" w:rsidRDefault="00300143" w:rsidP="000343BE">
    <w:pPr>
      <w:pStyle w:val="Kopfzeile"/>
      <w:jc w:val="right"/>
    </w:pPr>
    <w:r>
      <w:rPr>
        <w:noProof/>
      </w:rPr>
      <w:drawing>
        <wp:inline distT="0" distB="0" distL="0" distR="0">
          <wp:extent cx="904875" cy="638175"/>
          <wp:effectExtent l="0" t="0" r="9525" b="9525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68857B2"/>
    <w:lvl w:ilvl="0">
      <w:numFmt w:val="bullet"/>
      <w:lvlText w:val="*"/>
      <w:lvlJc w:val="left"/>
    </w:lvl>
  </w:abstractNum>
  <w:abstractNum w:abstractNumId="1" w15:restartNumberingAfterBreak="0">
    <w:nsid w:val="19B31683"/>
    <w:multiLevelType w:val="hybridMultilevel"/>
    <w:tmpl w:val="C640FF3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3" w15:restartNumberingAfterBreak="0">
    <w:nsid w:val="31F12087"/>
    <w:multiLevelType w:val="hybridMultilevel"/>
    <w:tmpl w:val="2B62DD5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48A48E5"/>
    <w:multiLevelType w:val="hybridMultilevel"/>
    <w:tmpl w:val="9C48062E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D0B32"/>
    <w:multiLevelType w:val="hybridMultilevel"/>
    <w:tmpl w:val="2340B2E8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DD358D3"/>
    <w:multiLevelType w:val="hybridMultilevel"/>
    <w:tmpl w:val="AFC0D470"/>
    <w:lvl w:ilvl="0" w:tplc="BF128F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EC58AAD2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54E50E5A"/>
    <w:multiLevelType w:val="hybridMultilevel"/>
    <w:tmpl w:val="6FAED7E4"/>
    <w:lvl w:ilvl="0" w:tplc="EC58AAD2">
      <w:start w:val="1"/>
      <w:numFmt w:val="bullet"/>
      <w:lvlText w:val="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8" w15:restartNumberingAfterBreak="0">
    <w:nsid w:val="5ABE6EF4"/>
    <w:multiLevelType w:val="hybridMultilevel"/>
    <w:tmpl w:val="D186B46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046BA2"/>
    <w:multiLevelType w:val="hybridMultilevel"/>
    <w:tmpl w:val="D86C2D1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9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mqzgII/D5/SSR8cOke8ulJy5KWh6IKiADTKH4GeJWsbg6ux93emoGwWmluhE4akhn2pk9V4ULyaxyWVt+KA+w==" w:salt="wIRQb7198cKeNJcF9Uryg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1A9A"/>
    <w:rsid w:val="000012D4"/>
    <w:rsid w:val="000132C8"/>
    <w:rsid w:val="00016B19"/>
    <w:rsid w:val="00017B60"/>
    <w:rsid w:val="0002001B"/>
    <w:rsid w:val="00023FFD"/>
    <w:rsid w:val="00024D2A"/>
    <w:rsid w:val="000322DC"/>
    <w:rsid w:val="000336E5"/>
    <w:rsid w:val="000337EB"/>
    <w:rsid w:val="000343BE"/>
    <w:rsid w:val="000349B9"/>
    <w:rsid w:val="000352CA"/>
    <w:rsid w:val="00040881"/>
    <w:rsid w:val="0004315D"/>
    <w:rsid w:val="00044032"/>
    <w:rsid w:val="00047575"/>
    <w:rsid w:val="00051146"/>
    <w:rsid w:val="00057A7E"/>
    <w:rsid w:val="00060160"/>
    <w:rsid w:val="00060221"/>
    <w:rsid w:val="00063962"/>
    <w:rsid w:val="0006627D"/>
    <w:rsid w:val="00075311"/>
    <w:rsid w:val="00077406"/>
    <w:rsid w:val="000815AE"/>
    <w:rsid w:val="00086EE7"/>
    <w:rsid w:val="000901DC"/>
    <w:rsid w:val="00091EF2"/>
    <w:rsid w:val="00092B9D"/>
    <w:rsid w:val="00095ED0"/>
    <w:rsid w:val="000A35CC"/>
    <w:rsid w:val="000A5108"/>
    <w:rsid w:val="000B33B5"/>
    <w:rsid w:val="000B5DDF"/>
    <w:rsid w:val="000B62A3"/>
    <w:rsid w:val="000C0345"/>
    <w:rsid w:val="000C4C8C"/>
    <w:rsid w:val="000D104C"/>
    <w:rsid w:val="000D3A49"/>
    <w:rsid w:val="000D756B"/>
    <w:rsid w:val="000E27AE"/>
    <w:rsid w:val="000E3BE7"/>
    <w:rsid w:val="000E3FF9"/>
    <w:rsid w:val="000E60D8"/>
    <w:rsid w:val="000F032B"/>
    <w:rsid w:val="000F076C"/>
    <w:rsid w:val="000F1DDC"/>
    <w:rsid w:val="000F2ED8"/>
    <w:rsid w:val="00102688"/>
    <w:rsid w:val="00105E39"/>
    <w:rsid w:val="00106B61"/>
    <w:rsid w:val="00107296"/>
    <w:rsid w:val="00110406"/>
    <w:rsid w:val="00111059"/>
    <w:rsid w:val="0011107A"/>
    <w:rsid w:val="00111295"/>
    <w:rsid w:val="0011237F"/>
    <w:rsid w:val="001132C0"/>
    <w:rsid w:val="00117228"/>
    <w:rsid w:val="00120952"/>
    <w:rsid w:val="00122713"/>
    <w:rsid w:val="00122B8C"/>
    <w:rsid w:val="00137532"/>
    <w:rsid w:val="00137F85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411B"/>
    <w:rsid w:val="00175510"/>
    <w:rsid w:val="00176155"/>
    <w:rsid w:val="00177947"/>
    <w:rsid w:val="00180613"/>
    <w:rsid w:val="00184430"/>
    <w:rsid w:val="001859FD"/>
    <w:rsid w:val="0018699C"/>
    <w:rsid w:val="00186C3C"/>
    <w:rsid w:val="001936B6"/>
    <w:rsid w:val="00193DDD"/>
    <w:rsid w:val="00195D6C"/>
    <w:rsid w:val="001A3053"/>
    <w:rsid w:val="001B1B87"/>
    <w:rsid w:val="001B22C2"/>
    <w:rsid w:val="001B280C"/>
    <w:rsid w:val="001B3B15"/>
    <w:rsid w:val="001B411D"/>
    <w:rsid w:val="001B7CD6"/>
    <w:rsid w:val="001C0F13"/>
    <w:rsid w:val="001C240C"/>
    <w:rsid w:val="001C2871"/>
    <w:rsid w:val="001C439E"/>
    <w:rsid w:val="001C6A96"/>
    <w:rsid w:val="001D0E7D"/>
    <w:rsid w:val="001D2A50"/>
    <w:rsid w:val="001D30C9"/>
    <w:rsid w:val="001D3C0B"/>
    <w:rsid w:val="001D5874"/>
    <w:rsid w:val="001D658B"/>
    <w:rsid w:val="001D7E3D"/>
    <w:rsid w:val="001D7E86"/>
    <w:rsid w:val="001E092B"/>
    <w:rsid w:val="001F07A2"/>
    <w:rsid w:val="001F0CB6"/>
    <w:rsid w:val="001F1317"/>
    <w:rsid w:val="001F1C81"/>
    <w:rsid w:val="001F49F2"/>
    <w:rsid w:val="001F4BFA"/>
    <w:rsid w:val="002005D5"/>
    <w:rsid w:val="00201086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22056"/>
    <w:rsid w:val="00223147"/>
    <w:rsid w:val="002336E2"/>
    <w:rsid w:val="00234E20"/>
    <w:rsid w:val="002415CE"/>
    <w:rsid w:val="00241B89"/>
    <w:rsid w:val="00242CDA"/>
    <w:rsid w:val="00244B1F"/>
    <w:rsid w:val="002471C5"/>
    <w:rsid w:val="0025146D"/>
    <w:rsid w:val="00252945"/>
    <w:rsid w:val="00253437"/>
    <w:rsid w:val="00253D91"/>
    <w:rsid w:val="002564D7"/>
    <w:rsid w:val="00257542"/>
    <w:rsid w:val="00260349"/>
    <w:rsid w:val="00261F73"/>
    <w:rsid w:val="00263DE9"/>
    <w:rsid w:val="00266629"/>
    <w:rsid w:val="00270A20"/>
    <w:rsid w:val="0027736F"/>
    <w:rsid w:val="00280E6B"/>
    <w:rsid w:val="0028106B"/>
    <w:rsid w:val="0028236E"/>
    <w:rsid w:val="0028365E"/>
    <w:rsid w:val="00285336"/>
    <w:rsid w:val="00287966"/>
    <w:rsid w:val="00291181"/>
    <w:rsid w:val="002925CD"/>
    <w:rsid w:val="00292735"/>
    <w:rsid w:val="0029498A"/>
    <w:rsid w:val="002A16AD"/>
    <w:rsid w:val="002A4AA0"/>
    <w:rsid w:val="002A601C"/>
    <w:rsid w:val="002A6B44"/>
    <w:rsid w:val="002A7A9D"/>
    <w:rsid w:val="002B0D69"/>
    <w:rsid w:val="002B2AD9"/>
    <w:rsid w:val="002B35F5"/>
    <w:rsid w:val="002B5928"/>
    <w:rsid w:val="002B6DEC"/>
    <w:rsid w:val="002B742B"/>
    <w:rsid w:val="002B7CE5"/>
    <w:rsid w:val="002C03E8"/>
    <w:rsid w:val="002C16B5"/>
    <w:rsid w:val="002C3D08"/>
    <w:rsid w:val="002D3032"/>
    <w:rsid w:val="002D3FE2"/>
    <w:rsid w:val="002D42FF"/>
    <w:rsid w:val="002D4D5E"/>
    <w:rsid w:val="002D4E70"/>
    <w:rsid w:val="002D7B8A"/>
    <w:rsid w:val="002E0790"/>
    <w:rsid w:val="002E2707"/>
    <w:rsid w:val="002E35CF"/>
    <w:rsid w:val="002E4784"/>
    <w:rsid w:val="002E5766"/>
    <w:rsid w:val="002E5A1A"/>
    <w:rsid w:val="002E6BBB"/>
    <w:rsid w:val="002E6E57"/>
    <w:rsid w:val="002F0295"/>
    <w:rsid w:val="002F4983"/>
    <w:rsid w:val="002F522E"/>
    <w:rsid w:val="002F568D"/>
    <w:rsid w:val="002F59D0"/>
    <w:rsid w:val="00300143"/>
    <w:rsid w:val="00300D8B"/>
    <w:rsid w:val="003071C9"/>
    <w:rsid w:val="003073C6"/>
    <w:rsid w:val="003105F5"/>
    <w:rsid w:val="003115E3"/>
    <w:rsid w:val="00314675"/>
    <w:rsid w:val="00323916"/>
    <w:rsid w:val="003308F4"/>
    <w:rsid w:val="00332749"/>
    <w:rsid w:val="003345CE"/>
    <w:rsid w:val="00334980"/>
    <w:rsid w:val="00335530"/>
    <w:rsid w:val="003363F0"/>
    <w:rsid w:val="003371F1"/>
    <w:rsid w:val="00342C0D"/>
    <w:rsid w:val="00346F3E"/>
    <w:rsid w:val="00352FBF"/>
    <w:rsid w:val="00356883"/>
    <w:rsid w:val="003650F1"/>
    <w:rsid w:val="00365741"/>
    <w:rsid w:val="00366580"/>
    <w:rsid w:val="00374542"/>
    <w:rsid w:val="003819D5"/>
    <w:rsid w:val="0038204A"/>
    <w:rsid w:val="0038227B"/>
    <w:rsid w:val="00382BC1"/>
    <w:rsid w:val="00382D2A"/>
    <w:rsid w:val="00386DE2"/>
    <w:rsid w:val="00392F6D"/>
    <w:rsid w:val="00393645"/>
    <w:rsid w:val="00393863"/>
    <w:rsid w:val="00395C95"/>
    <w:rsid w:val="003A166F"/>
    <w:rsid w:val="003A2F45"/>
    <w:rsid w:val="003A52EB"/>
    <w:rsid w:val="003A767F"/>
    <w:rsid w:val="003B3826"/>
    <w:rsid w:val="003B4142"/>
    <w:rsid w:val="003B50C5"/>
    <w:rsid w:val="003B54CB"/>
    <w:rsid w:val="003B5D37"/>
    <w:rsid w:val="003B6A2A"/>
    <w:rsid w:val="003C0463"/>
    <w:rsid w:val="003C19D9"/>
    <w:rsid w:val="003C35F6"/>
    <w:rsid w:val="003C5F70"/>
    <w:rsid w:val="003C65A0"/>
    <w:rsid w:val="003C74A2"/>
    <w:rsid w:val="003C7B10"/>
    <w:rsid w:val="003D1E9B"/>
    <w:rsid w:val="003D595A"/>
    <w:rsid w:val="003D5B6B"/>
    <w:rsid w:val="003D6781"/>
    <w:rsid w:val="003D6A8F"/>
    <w:rsid w:val="003D6DD6"/>
    <w:rsid w:val="003D7EA2"/>
    <w:rsid w:val="003E0511"/>
    <w:rsid w:val="003E6A03"/>
    <w:rsid w:val="003F0EF7"/>
    <w:rsid w:val="003F12C7"/>
    <w:rsid w:val="003F2D65"/>
    <w:rsid w:val="003F4380"/>
    <w:rsid w:val="003F6B9B"/>
    <w:rsid w:val="00402279"/>
    <w:rsid w:val="004031F3"/>
    <w:rsid w:val="004055A1"/>
    <w:rsid w:val="004072FA"/>
    <w:rsid w:val="00411A3E"/>
    <w:rsid w:val="00412AF5"/>
    <w:rsid w:val="00417181"/>
    <w:rsid w:val="00417B32"/>
    <w:rsid w:val="00420871"/>
    <w:rsid w:val="00420EB7"/>
    <w:rsid w:val="00423D70"/>
    <w:rsid w:val="004245E8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3C6F"/>
    <w:rsid w:val="00454A69"/>
    <w:rsid w:val="00456D28"/>
    <w:rsid w:val="00462B7E"/>
    <w:rsid w:val="0046349E"/>
    <w:rsid w:val="004653F1"/>
    <w:rsid w:val="00466253"/>
    <w:rsid w:val="00466F5C"/>
    <w:rsid w:val="00467AF0"/>
    <w:rsid w:val="004726E2"/>
    <w:rsid w:val="004735CF"/>
    <w:rsid w:val="00476468"/>
    <w:rsid w:val="0047736A"/>
    <w:rsid w:val="0048398F"/>
    <w:rsid w:val="0048419F"/>
    <w:rsid w:val="00491165"/>
    <w:rsid w:val="00491B6D"/>
    <w:rsid w:val="004A069E"/>
    <w:rsid w:val="004A45E3"/>
    <w:rsid w:val="004A7CDC"/>
    <w:rsid w:val="004B0385"/>
    <w:rsid w:val="004B35B5"/>
    <w:rsid w:val="004B4334"/>
    <w:rsid w:val="004B7350"/>
    <w:rsid w:val="004B7E3B"/>
    <w:rsid w:val="004C33C1"/>
    <w:rsid w:val="004D1C64"/>
    <w:rsid w:val="004D6F3B"/>
    <w:rsid w:val="004E27D6"/>
    <w:rsid w:val="004F5803"/>
    <w:rsid w:val="005008C6"/>
    <w:rsid w:val="00502B79"/>
    <w:rsid w:val="005036C2"/>
    <w:rsid w:val="00507B79"/>
    <w:rsid w:val="005112A6"/>
    <w:rsid w:val="005140E2"/>
    <w:rsid w:val="00515171"/>
    <w:rsid w:val="00515663"/>
    <w:rsid w:val="005241F4"/>
    <w:rsid w:val="00524856"/>
    <w:rsid w:val="0052612C"/>
    <w:rsid w:val="005302FF"/>
    <w:rsid w:val="005306F2"/>
    <w:rsid w:val="00531F4D"/>
    <w:rsid w:val="00533DC1"/>
    <w:rsid w:val="00534902"/>
    <w:rsid w:val="00534C20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DA5"/>
    <w:rsid w:val="005719B8"/>
    <w:rsid w:val="005730E7"/>
    <w:rsid w:val="00573F66"/>
    <w:rsid w:val="00574FD4"/>
    <w:rsid w:val="005766C4"/>
    <w:rsid w:val="00583823"/>
    <w:rsid w:val="00583BA0"/>
    <w:rsid w:val="00590EB0"/>
    <w:rsid w:val="00592A1A"/>
    <w:rsid w:val="00594EC0"/>
    <w:rsid w:val="00595747"/>
    <w:rsid w:val="005A14A3"/>
    <w:rsid w:val="005A1FB4"/>
    <w:rsid w:val="005A428B"/>
    <w:rsid w:val="005B6CEC"/>
    <w:rsid w:val="005B780C"/>
    <w:rsid w:val="005B7DE2"/>
    <w:rsid w:val="005C2D21"/>
    <w:rsid w:val="005C7F5C"/>
    <w:rsid w:val="005D153F"/>
    <w:rsid w:val="005E17AE"/>
    <w:rsid w:val="005E66BB"/>
    <w:rsid w:val="005F0B28"/>
    <w:rsid w:val="00603CCD"/>
    <w:rsid w:val="00604389"/>
    <w:rsid w:val="006069D0"/>
    <w:rsid w:val="00613664"/>
    <w:rsid w:val="00613C48"/>
    <w:rsid w:val="00614B01"/>
    <w:rsid w:val="0061661C"/>
    <w:rsid w:val="00616C85"/>
    <w:rsid w:val="006170CD"/>
    <w:rsid w:val="00620E73"/>
    <w:rsid w:val="00622C1D"/>
    <w:rsid w:val="00625078"/>
    <w:rsid w:val="00625C5A"/>
    <w:rsid w:val="0063016E"/>
    <w:rsid w:val="00632849"/>
    <w:rsid w:val="00632A98"/>
    <w:rsid w:val="00640337"/>
    <w:rsid w:val="00646439"/>
    <w:rsid w:val="00647796"/>
    <w:rsid w:val="00647F1B"/>
    <w:rsid w:val="00651275"/>
    <w:rsid w:val="006514BD"/>
    <w:rsid w:val="00652D2B"/>
    <w:rsid w:val="0065376C"/>
    <w:rsid w:val="00653971"/>
    <w:rsid w:val="0065461A"/>
    <w:rsid w:val="00656DC7"/>
    <w:rsid w:val="00660A8E"/>
    <w:rsid w:val="006611E1"/>
    <w:rsid w:val="006642F1"/>
    <w:rsid w:val="00664944"/>
    <w:rsid w:val="0066576B"/>
    <w:rsid w:val="00666CD7"/>
    <w:rsid w:val="00670C70"/>
    <w:rsid w:val="0067147C"/>
    <w:rsid w:val="00671852"/>
    <w:rsid w:val="00673A51"/>
    <w:rsid w:val="00673AB7"/>
    <w:rsid w:val="006765F7"/>
    <w:rsid w:val="006775DF"/>
    <w:rsid w:val="00677997"/>
    <w:rsid w:val="00683CCB"/>
    <w:rsid w:val="00683E1D"/>
    <w:rsid w:val="006943AD"/>
    <w:rsid w:val="00694F3F"/>
    <w:rsid w:val="006956B7"/>
    <w:rsid w:val="00695804"/>
    <w:rsid w:val="0069581A"/>
    <w:rsid w:val="006A0409"/>
    <w:rsid w:val="006A0662"/>
    <w:rsid w:val="006A0C2A"/>
    <w:rsid w:val="006A2576"/>
    <w:rsid w:val="006A29AB"/>
    <w:rsid w:val="006A4FB3"/>
    <w:rsid w:val="006A5034"/>
    <w:rsid w:val="006A742D"/>
    <w:rsid w:val="006B0DB7"/>
    <w:rsid w:val="006B1819"/>
    <w:rsid w:val="006B22F5"/>
    <w:rsid w:val="006C3B13"/>
    <w:rsid w:val="006C65A9"/>
    <w:rsid w:val="006D1381"/>
    <w:rsid w:val="006D1EDB"/>
    <w:rsid w:val="006D281B"/>
    <w:rsid w:val="006D3F49"/>
    <w:rsid w:val="006D4446"/>
    <w:rsid w:val="006E19F4"/>
    <w:rsid w:val="006E24CE"/>
    <w:rsid w:val="006E2CDA"/>
    <w:rsid w:val="006E3ADE"/>
    <w:rsid w:val="006E4D0A"/>
    <w:rsid w:val="006E7D8F"/>
    <w:rsid w:val="006F52E9"/>
    <w:rsid w:val="006F7CD1"/>
    <w:rsid w:val="00700A03"/>
    <w:rsid w:val="0070161B"/>
    <w:rsid w:val="007040D2"/>
    <w:rsid w:val="00705AE5"/>
    <w:rsid w:val="00705FDD"/>
    <w:rsid w:val="00706DAA"/>
    <w:rsid w:val="007070BE"/>
    <w:rsid w:val="00710360"/>
    <w:rsid w:val="00714917"/>
    <w:rsid w:val="007154D7"/>
    <w:rsid w:val="00721712"/>
    <w:rsid w:val="007315EB"/>
    <w:rsid w:val="00736B60"/>
    <w:rsid w:val="007371BC"/>
    <w:rsid w:val="007379F7"/>
    <w:rsid w:val="00740A9A"/>
    <w:rsid w:val="00743D7B"/>
    <w:rsid w:val="00744DA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81100"/>
    <w:rsid w:val="00781FD3"/>
    <w:rsid w:val="007831B8"/>
    <w:rsid w:val="00783E22"/>
    <w:rsid w:val="00784736"/>
    <w:rsid w:val="0078561E"/>
    <w:rsid w:val="00786803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DFF"/>
    <w:rsid w:val="007C60EA"/>
    <w:rsid w:val="007C7A26"/>
    <w:rsid w:val="007D2CA4"/>
    <w:rsid w:val="007D44E9"/>
    <w:rsid w:val="007D565C"/>
    <w:rsid w:val="007D70AC"/>
    <w:rsid w:val="007E2453"/>
    <w:rsid w:val="007E2F74"/>
    <w:rsid w:val="007E3E36"/>
    <w:rsid w:val="007E7AA6"/>
    <w:rsid w:val="007E7FC4"/>
    <w:rsid w:val="007F32F2"/>
    <w:rsid w:val="007F58CD"/>
    <w:rsid w:val="007F79AE"/>
    <w:rsid w:val="00800E24"/>
    <w:rsid w:val="008010E3"/>
    <w:rsid w:val="00802342"/>
    <w:rsid w:val="008036C6"/>
    <w:rsid w:val="008104AF"/>
    <w:rsid w:val="00810E08"/>
    <w:rsid w:val="00811DEB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0A74"/>
    <w:rsid w:val="00833DF3"/>
    <w:rsid w:val="00834019"/>
    <w:rsid w:val="008373C2"/>
    <w:rsid w:val="008411EC"/>
    <w:rsid w:val="00843FDD"/>
    <w:rsid w:val="00844059"/>
    <w:rsid w:val="00844A4D"/>
    <w:rsid w:val="00844CA9"/>
    <w:rsid w:val="00850157"/>
    <w:rsid w:val="0085602B"/>
    <w:rsid w:val="008563D3"/>
    <w:rsid w:val="008579FA"/>
    <w:rsid w:val="00862A06"/>
    <w:rsid w:val="008631ED"/>
    <w:rsid w:val="0086718F"/>
    <w:rsid w:val="00882D5F"/>
    <w:rsid w:val="00884374"/>
    <w:rsid w:val="008867B6"/>
    <w:rsid w:val="00887087"/>
    <w:rsid w:val="00887DE9"/>
    <w:rsid w:val="00897895"/>
    <w:rsid w:val="008A5DF8"/>
    <w:rsid w:val="008A6D24"/>
    <w:rsid w:val="008B5F75"/>
    <w:rsid w:val="008C2B9B"/>
    <w:rsid w:val="008C76FE"/>
    <w:rsid w:val="008D0AE5"/>
    <w:rsid w:val="008E2BEF"/>
    <w:rsid w:val="008E549F"/>
    <w:rsid w:val="008E7988"/>
    <w:rsid w:val="008E7E64"/>
    <w:rsid w:val="008F1BFA"/>
    <w:rsid w:val="008F6F65"/>
    <w:rsid w:val="008F7E7D"/>
    <w:rsid w:val="00902157"/>
    <w:rsid w:val="009054E2"/>
    <w:rsid w:val="00913B10"/>
    <w:rsid w:val="0091494D"/>
    <w:rsid w:val="00914BCF"/>
    <w:rsid w:val="00916BFF"/>
    <w:rsid w:val="0092281E"/>
    <w:rsid w:val="0092566D"/>
    <w:rsid w:val="00930101"/>
    <w:rsid w:val="0093366D"/>
    <w:rsid w:val="009368EC"/>
    <w:rsid w:val="00936966"/>
    <w:rsid w:val="00940D1E"/>
    <w:rsid w:val="009439FD"/>
    <w:rsid w:val="009500F7"/>
    <w:rsid w:val="00950A71"/>
    <w:rsid w:val="0095269F"/>
    <w:rsid w:val="00953F3E"/>
    <w:rsid w:val="00960123"/>
    <w:rsid w:val="00965E33"/>
    <w:rsid w:val="00967F76"/>
    <w:rsid w:val="0097008F"/>
    <w:rsid w:val="00970097"/>
    <w:rsid w:val="00971652"/>
    <w:rsid w:val="00975B08"/>
    <w:rsid w:val="00982284"/>
    <w:rsid w:val="00982D9A"/>
    <w:rsid w:val="00987E0D"/>
    <w:rsid w:val="0099124D"/>
    <w:rsid w:val="0099226B"/>
    <w:rsid w:val="0099615A"/>
    <w:rsid w:val="009965D9"/>
    <w:rsid w:val="009A01C2"/>
    <w:rsid w:val="009A0D3E"/>
    <w:rsid w:val="009A29B3"/>
    <w:rsid w:val="009A41B8"/>
    <w:rsid w:val="009B0568"/>
    <w:rsid w:val="009B22DD"/>
    <w:rsid w:val="009B2DFC"/>
    <w:rsid w:val="009B316C"/>
    <w:rsid w:val="009B3AA0"/>
    <w:rsid w:val="009B4DB4"/>
    <w:rsid w:val="009C0D0F"/>
    <w:rsid w:val="009C3F40"/>
    <w:rsid w:val="009D0AB2"/>
    <w:rsid w:val="009D10E6"/>
    <w:rsid w:val="009D1972"/>
    <w:rsid w:val="009D2BA5"/>
    <w:rsid w:val="009D3163"/>
    <w:rsid w:val="009D4A60"/>
    <w:rsid w:val="009D50B6"/>
    <w:rsid w:val="009D5E2B"/>
    <w:rsid w:val="009E009D"/>
    <w:rsid w:val="009E5B1B"/>
    <w:rsid w:val="009F24C2"/>
    <w:rsid w:val="009F3E3E"/>
    <w:rsid w:val="00A01232"/>
    <w:rsid w:val="00A01974"/>
    <w:rsid w:val="00A03458"/>
    <w:rsid w:val="00A06BF6"/>
    <w:rsid w:val="00A10F40"/>
    <w:rsid w:val="00A1181E"/>
    <w:rsid w:val="00A1225C"/>
    <w:rsid w:val="00A2223F"/>
    <w:rsid w:val="00A24528"/>
    <w:rsid w:val="00A24716"/>
    <w:rsid w:val="00A2646C"/>
    <w:rsid w:val="00A32CE7"/>
    <w:rsid w:val="00A33AE6"/>
    <w:rsid w:val="00A3420E"/>
    <w:rsid w:val="00A37795"/>
    <w:rsid w:val="00A409A8"/>
    <w:rsid w:val="00A410E0"/>
    <w:rsid w:val="00A41C71"/>
    <w:rsid w:val="00A41EF0"/>
    <w:rsid w:val="00A42604"/>
    <w:rsid w:val="00A426AA"/>
    <w:rsid w:val="00A462AD"/>
    <w:rsid w:val="00A46DB3"/>
    <w:rsid w:val="00A61B8A"/>
    <w:rsid w:val="00A63BC0"/>
    <w:rsid w:val="00A640CF"/>
    <w:rsid w:val="00A6713D"/>
    <w:rsid w:val="00A6799E"/>
    <w:rsid w:val="00A7066C"/>
    <w:rsid w:val="00A7279D"/>
    <w:rsid w:val="00A74CA3"/>
    <w:rsid w:val="00A76C23"/>
    <w:rsid w:val="00A76F52"/>
    <w:rsid w:val="00A77910"/>
    <w:rsid w:val="00A80BAD"/>
    <w:rsid w:val="00A820C9"/>
    <w:rsid w:val="00A832AB"/>
    <w:rsid w:val="00A8375C"/>
    <w:rsid w:val="00A87395"/>
    <w:rsid w:val="00A87CA4"/>
    <w:rsid w:val="00A911BC"/>
    <w:rsid w:val="00A92490"/>
    <w:rsid w:val="00A93418"/>
    <w:rsid w:val="00A94B3B"/>
    <w:rsid w:val="00A94F8F"/>
    <w:rsid w:val="00A9551A"/>
    <w:rsid w:val="00A95F84"/>
    <w:rsid w:val="00A96757"/>
    <w:rsid w:val="00A967CA"/>
    <w:rsid w:val="00AA1F46"/>
    <w:rsid w:val="00AA274E"/>
    <w:rsid w:val="00AA2EFB"/>
    <w:rsid w:val="00AA5834"/>
    <w:rsid w:val="00AB40D7"/>
    <w:rsid w:val="00AB7BA3"/>
    <w:rsid w:val="00AC31DF"/>
    <w:rsid w:val="00AC323B"/>
    <w:rsid w:val="00AC6C3C"/>
    <w:rsid w:val="00AC7AAB"/>
    <w:rsid w:val="00AD31E3"/>
    <w:rsid w:val="00AD4C53"/>
    <w:rsid w:val="00AD5899"/>
    <w:rsid w:val="00AE0FC4"/>
    <w:rsid w:val="00AE2EA3"/>
    <w:rsid w:val="00AE31FA"/>
    <w:rsid w:val="00AE3339"/>
    <w:rsid w:val="00AE3870"/>
    <w:rsid w:val="00AE3C09"/>
    <w:rsid w:val="00AE523F"/>
    <w:rsid w:val="00AE730B"/>
    <w:rsid w:val="00AF2699"/>
    <w:rsid w:val="00AF3DBF"/>
    <w:rsid w:val="00AF53EA"/>
    <w:rsid w:val="00AF57E7"/>
    <w:rsid w:val="00AF6928"/>
    <w:rsid w:val="00AF7935"/>
    <w:rsid w:val="00B01DED"/>
    <w:rsid w:val="00B02395"/>
    <w:rsid w:val="00B04458"/>
    <w:rsid w:val="00B058EE"/>
    <w:rsid w:val="00B058F9"/>
    <w:rsid w:val="00B06288"/>
    <w:rsid w:val="00B13E12"/>
    <w:rsid w:val="00B211A8"/>
    <w:rsid w:val="00B234E8"/>
    <w:rsid w:val="00B25673"/>
    <w:rsid w:val="00B33C5E"/>
    <w:rsid w:val="00B37423"/>
    <w:rsid w:val="00B40E82"/>
    <w:rsid w:val="00B43D72"/>
    <w:rsid w:val="00B443D7"/>
    <w:rsid w:val="00B44D11"/>
    <w:rsid w:val="00B458DC"/>
    <w:rsid w:val="00B51B8A"/>
    <w:rsid w:val="00B53E47"/>
    <w:rsid w:val="00B54BD1"/>
    <w:rsid w:val="00B563C5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92872"/>
    <w:rsid w:val="00B93142"/>
    <w:rsid w:val="00B9337B"/>
    <w:rsid w:val="00B94A3E"/>
    <w:rsid w:val="00B950C4"/>
    <w:rsid w:val="00B95846"/>
    <w:rsid w:val="00BA22FC"/>
    <w:rsid w:val="00BA2F4D"/>
    <w:rsid w:val="00BA43C4"/>
    <w:rsid w:val="00BB05C8"/>
    <w:rsid w:val="00BB2810"/>
    <w:rsid w:val="00BB4E6B"/>
    <w:rsid w:val="00BC39E5"/>
    <w:rsid w:val="00BC6A57"/>
    <w:rsid w:val="00BD0BB3"/>
    <w:rsid w:val="00BD1031"/>
    <w:rsid w:val="00BD150B"/>
    <w:rsid w:val="00BD5445"/>
    <w:rsid w:val="00BD5668"/>
    <w:rsid w:val="00BD57D6"/>
    <w:rsid w:val="00BD6C65"/>
    <w:rsid w:val="00BE0FC6"/>
    <w:rsid w:val="00BE4DF1"/>
    <w:rsid w:val="00BE6292"/>
    <w:rsid w:val="00BE6E59"/>
    <w:rsid w:val="00BF0660"/>
    <w:rsid w:val="00BF13EC"/>
    <w:rsid w:val="00BF20AF"/>
    <w:rsid w:val="00C00462"/>
    <w:rsid w:val="00C006A2"/>
    <w:rsid w:val="00C02D50"/>
    <w:rsid w:val="00C055E6"/>
    <w:rsid w:val="00C05FBC"/>
    <w:rsid w:val="00C118FA"/>
    <w:rsid w:val="00C15968"/>
    <w:rsid w:val="00C16020"/>
    <w:rsid w:val="00C16518"/>
    <w:rsid w:val="00C16798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14F3"/>
    <w:rsid w:val="00C4316F"/>
    <w:rsid w:val="00C433C6"/>
    <w:rsid w:val="00C44F73"/>
    <w:rsid w:val="00C52039"/>
    <w:rsid w:val="00C5216A"/>
    <w:rsid w:val="00C532D5"/>
    <w:rsid w:val="00C53CBC"/>
    <w:rsid w:val="00C53FD9"/>
    <w:rsid w:val="00C546B6"/>
    <w:rsid w:val="00C550EF"/>
    <w:rsid w:val="00C55637"/>
    <w:rsid w:val="00C6025C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150A"/>
    <w:rsid w:val="00C83E68"/>
    <w:rsid w:val="00C83EEA"/>
    <w:rsid w:val="00C8555C"/>
    <w:rsid w:val="00C866B2"/>
    <w:rsid w:val="00C86D81"/>
    <w:rsid w:val="00C87CA5"/>
    <w:rsid w:val="00C91C92"/>
    <w:rsid w:val="00C91E01"/>
    <w:rsid w:val="00C92D58"/>
    <w:rsid w:val="00C9591E"/>
    <w:rsid w:val="00CA0749"/>
    <w:rsid w:val="00CA0813"/>
    <w:rsid w:val="00CA3185"/>
    <w:rsid w:val="00CA3713"/>
    <w:rsid w:val="00CA4670"/>
    <w:rsid w:val="00CA5A43"/>
    <w:rsid w:val="00CA6843"/>
    <w:rsid w:val="00CA7113"/>
    <w:rsid w:val="00CA7B36"/>
    <w:rsid w:val="00CB0E66"/>
    <w:rsid w:val="00CB2EC2"/>
    <w:rsid w:val="00CB3CAE"/>
    <w:rsid w:val="00CB460C"/>
    <w:rsid w:val="00CB58C8"/>
    <w:rsid w:val="00CC3571"/>
    <w:rsid w:val="00CC42D8"/>
    <w:rsid w:val="00CC5813"/>
    <w:rsid w:val="00CD2249"/>
    <w:rsid w:val="00CD24EC"/>
    <w:rsid w:val="00CD3E02"/>
    <w:rsid w:val="00CD4013"/>
    <w:rsid w:val="00CD6552"/>
    <w:rsid w:val="00CD6C83"/>
    <w:rsid w:val="00CE4801"/>
    <w:rsid w:val="00CE7745"/>
    <w:rsid w:val="00CF1452"/>
    <w:rsid w:val="00CF4A43"/>
    <w:rsid w:val="00CF7AE6"/>
    <w:rsid w:val="00D06215"/>
    <w:rsid w:val="00D1067E"/>
    <w:rsid w:val="00D11C7C"/>
    <w:rsid w:val="00D132C1"/>
    <w:rsid w:val="00D232B8"/>
    <w:rsid w:val="00D23BEE"/>
    <w:rsid w:val="00D23D1C"/>
    <w:rsid w:val="00D27373"/>
    <w:rsid w:val="00D27B4A"/>
    <w:rsid w:val="00D3062A"/>
    <w:rsid w:val="00D31494"/>
    <w:rsid w:val="00D33DC1"/>
    <w:rsid w:val="00D41772"/>
    <w:rsid w:val="00D41A9A"/>
    <w:rsid w:val="00D426B5"/>
    <w:rsid w:val="00D46F4F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6379"/>
    <w:rsid w:val="00D66CE2"/>
    <w:rsid w:val="00D71EAB"/>
    <w:rsid w:val="00D72117"/>
    <w:rsid w:val="00D7666D"/>
    <w:rsid w:val="00D82022"/>
    <w:rsid w:val="00D845D8"/>
    <w:rsid w:val="00D85D37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E30"/>
    <w:rsid w:val="00DB6C73"/>
    <w:rsid w:val="00DB7B06"/>
    <w:rsid w:val="00DC184F"/>
    <w:rsid w:val="00DC405B"/>
    <w:rsid w:val="00DC469F"/>
    <w:rsid w:val="00DC62DF"/>
    <w:rsid w:val="00DD2DAD"/>
    <w:rsid w:val="00DD52F7"/>
    <w:rsid w:val="00DE2536"/>
    <w:rsid w:val="00DE4F02"/>
    <w:rsid w:val="00DE6BC0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16BD2"/>
    <w:rsid w:val="00E17E2F"/>
    <w:rsid w:val="00E23BD4"/>
    <w:rsid w:val="00E2606F"/>
    <w:rsid w:val="00E325E5"/>
    <w:rsid w:val="00E35339"/>
    <w:rsid w:val="00E356BF"/>
    <w:rsid w:val="00E40836"/>
    <w:rsid w:val="00E422E0"/>
    <w:rsid w:val="00E43492"/>
    <w:rsid w:val="00E434DA"/>
    <w:rsid w:val="00E43A6F"/>
    <w:rsid w:val="00E50E02"/>
    <w:rsid w:val="00E522DF"/>
    <w:rsid w:val="00E53022"/>
    <w:rsid w:val="00E55DED"/>
    <w:rsid w:val="00E567BC"/>
    <w:rsid w:val="00E5794E"/>
    <w:rsid w:val="00E60135"/>
    <w:rsid w:val="00E605A7"/>
    <w:rsid w:val="00E619FE"/>
    <w:rsid w:val="00E61F36"/>
    <w:rsid w:val="00E6472E"/>
    <w:rsid w:val="00E64A8D"/>
    <w:rsid w:val="00E72BFC"/>
    <w:rsid w:val="00E73F58"/>
    <w:rsid w:val="00E7540C"/>
    <w:rsid w:val="00E77C20"/>
    <w:rsid w:val="00E83010"/>
    <w:rsid w:val="00E84205"/>
    <w:rsid w:val="00E876F3"/>
    <w:rsid w:val="00E927FF"/>
    <w:rsid w:val="00E95B15"/>
    <w:rsid w:val="00E97BC6"/>
    <w:rsid w:val="00EA0206"/>
    <w:rsid w:val="00EA0DB5"/>
    <w:rsid w:val="00EA0F36"/>
    <w:rsid w:val="00EA14EE"/>
    <w:rsid w:val="00EA31CE"/>
    <w:rsid w:val="00EA5CEF"/>
    <w:rsid w:val="00EA743D"/>
    <w:rsid w:val="00EB1D78"/>
    <w:rsid w:val="00EB27D4"/>
    <w:rsid w:val="00EB5C53"/>
    <w:rsid w:val="00EB7914"/>
    <w:rsid w:val="00EC2661"/>
    <w:rsid w:val="00EC4191"/>
    <w:rsid w:val="00EC538A"/>
    <w:rsid w:val="00EC5EE2"/>
    <w:rsid w:val="00ED106F"/>
    <w:rsid w:val="00ED25D9"/>
    <w:rsid w:val="00ED2B5B"/>
    <w:rsid w:val="00ED2DE9"/>
    <w:rsid w:val="00ED5468"/>
    <w:rsid w:val="00EE5277"/>
    <w:rsid w:val="00EE7AD0"/>
    <w:rsid w:val="00EF0A16"/>
    <w:rsid w:val="00EF38AA"/>
    <w:rsid w:val="00EF4589"/>
    <w:rsid w:val="00EF52BC"/>
    <w:rsid w:val="00EF5FDB"/>
    <w:rsid w:val="00F005DB"/>
    <w:rsid w:val="00F01410"/>
    <w:rsid w:val="00F03436"/>
    <w:rsid w:val="00F047A7"/>
    <w:rsid w:val="00F050CB"/>
    <w:rsid w:val="00F057D8"/>
    <w:rsid w:val="00F07FBA"/>
    <w:rsid w:val="00F1052F"/>
    <w:rsid w:val="00F105EF"/>
    <w:rsid w:val="00F120F6"/>
    <w:rsid w:val="00F2034F"/>
    <w:rsid w:val="00F20E22"/>
    <w:rsid w:val="00F21CB8"/>
    <w:rsid w:val="00F24D35"/>
    <w:rsid w:val="00F25B26"/>
    <w:rsid w:val="00F30ED0"/>
    <w:rsid w:val="00F3326F"/>
    <w:rsid w:val="00F345AE"/>
    <w:rsid w:val="00F379D8"/>
    <w:rsid w:val="00F42893"/>
    <w:rsid w:val="00F42B84"/>
    <w:rsid w:val="00F473A3"/>
    <w:rsid w:val="00F50305"/>
    <w:rsid w:val="00F50CFE"/>
    <w:rsid w:val="00F51AEB"/>
    <w:rsid w:val="00F523A6"/>
    <w:rsid w:val="00F534BF"/>
    <w:rsid w:val="00F5370B"/>
    <w:rsid w:val="00F55A11"/>
    <w:rsid w:val="00F60DAD"/>
    <w:rsid w:val="00F713F3"/>
    <w:rsid w:val="00F7146A"/>
    <w:rsid w:val="00F730FA"/>
    <w:rsid w:val="00F80D83"/>
    <w:rsid w:val="00F81779"/>
    <w:rsid w:val="00F82946"/>
    <w:rsid w:val="00F82F84"/>
    <w:rsid w:val="00F84BB6"/>
    <w:rsid w:val="00F8633C"/>
    <w:rsid w:val="00F869AB"/>
    <w:rsid w:val="00F93CAE"/>
    <w:rsid w:val="00F93E39"/>
    <w:rsid w:val="00FA1AB3"/>
    <w:rsid w:val="00FA3000"/>
    <w:rsid w:val="00FA4983"/>
    <w:rsid w:val="00FA725F"/>
    <w:rsid w:val="00FB4C0E"/>
    <w:rsid w:val="00FB4F86"/>
    <w:rsid w:val="00FB5C20"/>
    <w:rsid w:val="00FB63F7"/>
    <w:rsid w:val="00FB64B8"/>
    <w:rsid w:val="00FB66B7"/>
    <w:rsid w:val="00FC340E"/>
    <w:rsid w:val="00FC63D5"/>
    <w:rsid w:val="00FC6651"/>
    <w:rsid w:val="00FD048C"/>
    <w:rsid w:val="00FD3854"/>
    <w:rsid w:val="00FD4E3E"/>
    <w:rsid w:val="00FE1057"/>
    <w:rsid w:val="00FF00E4"/>
    <w:rsid w:val="00FF0112"/>
    <w:rsid w:val="00FF0A9C"/>
    <w:rsid w:val="00FF0C7F"/>
    <w:rsid w:val="00FF187D"/>
    <w:rsid w:val="00FF2127"/>
    <w:rsid w:val="00FF3A2B"/>
    <w:rsid w:val="00FF4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BC65FB"/>
  <w15:docId w15:val="{7CD914BD-9AFA-478D-A3B4-6C8336B6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343B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rFonts w:cs="Arial"/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rsid w:val="00D41A9A"/>
    <w:rPr>
      <w:b/>
      <w:sz w:val="48"/>
    </w:rPr>
  </w:style>
  <w:style w:type="paragraph" w:customStyle="1" w:styleId="Formatvorlage2">
    <w:name w:val="Formatvorlage2"/>
    <w:basedOn w:val="berschrift3"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rsid w:val="00137F85"/>
  </w:style>
  <w:style w:type="paragraph" w:customStyle="1" w:styleId="Formatvorlage1">
    <w:name w:val="Formatvorlage1"/>
    <w:basedOn w:val="berschrift1"/>
    <w:autoRedefine/>
    <w:rsid w:val="00A967CA"/>
    <w:pPr>
      <w:tabs>
        <w:tab w:val="left" w:pos="851"/>
      </w:tabs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rsid w:val="00C866B2"/>
    <w:pPr>
      <w:tabs>
        <w:tab w:val="left" w:pos="851"/>
      </w:tabs>
      <w:spacing w:before="0" w:after="0" w:line="360" w:lineRule="auto"/>
    </w:pPr>
    <w:rPr>
      <w:sz w:val="22"/>
      <w:szCs w:val="22"/>
    </w:rPr>
  </w:style>
  <w:style w:type="paragraph" w:styleId="Funotentext">
    <w:name w:val="footnote text"/>
    <w:basedOn w:val="Standard"/>
    <w:link w:val="FunotentextZchn"/>
    <w:uiPriority w:val="99"/>
    <w:qFormat/>
    <w:rsid w:val="000343BE"/>
    <w:rPr>
      <w:sz w:val="20"/>
    </w:rPr>
  </w:style>
  <w:style w:type="character" w:styleId="Funotenzeichen">
    <w:name w:val="footnote reference"/>
    <w:uiPriority w:val="99"/>
    <w:qFormat/>
    <w:rsid w:val="000343BE"/>
    <w:rPr>
      <w:vertAlign w:val="superscript"/>
    </w:rPr>
  </w:style>
  <w:style w:type="paragraph" w:styleId="Kopfzeile">
    <w:name w:val="header"/>
    <w:basedOn w:val="Standard"/>
    <w:rsid w:val="000343BE"/>
    <w:pPr>
      <w:tabs>
        <w:tab w:val="center" w:pos="4536"/>
        <w:tab w:val="right" w:pos="9072"/>
      </w:tabs>
    </w:pPr>
  </w:style>
  <w:style w:type="paragraph" w:styleId="Fuzeile">
    <w:name w:val="footer"/>
    <w:aliases w:val="Fußzeile Char"/>
    <w:basedOn w:val="Standard"/>
    <w:rsid w:val="000343B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0343BE"/>
  </w:style>
  <w:style w:type="paragraph" w:customStyle="1" w:styleId="a">
    <w:basedOn w:val="Standard"/>
    <w:next w:val="Textkrper-Zeileneinzug"/>
    <w:rsid w:val="008F7E7D"/>
    <w:pPr>
      <w:spacing w:line="360" w:lineRule="auto"/>
      <w:ind w:left="851" w:hanging="851"/>
    </w:pPr>
    <w:rPr>
      <w:rFonts w:cs="Arial"/>
      <w:sz w:val="25"/>
      <w:szCs w:val="25"/>
    </w:rPr>
  </w:style>
  <w:style w:type="paragraph" w:styleId="Textkrper-Zeileneinzug">
    <w:name w:val="Body Text Indent"/>
    <w:basedOn w:val="Standard"/>
    <w:rsid w:val="008F7E7D"/>
    <w:pPr>
      <w:spacing w:after="120"/>
      <w:ind w:left="283"/>
    </w:pPr>
  </w:style>
  <w:style w:type="paragraph" w:styleId="Listenabsatz">
    <w:name w:val="List Paragraph"/>
    <w:basedOn w:val="Standard"/>
    <w:uiPriority w:val="34"/>
    <w:qFormat/>
    <w:rsid w:val="00B950C4"/>
    <w:pPr>
      <w:overflowPunct/>
      <w:autoSpaceDE/>
      <w:autoSpaceDN/>
      <w:adjustRightInd/>
      <w:spacing w:line="360" w:lineRule="auto"/>
      <w:ind w:left="720"/>
      <w:contextualSpacing/>
      <w:jc w:val="both"/>
      <w:textAlignment w:val="auto"/>
    </w:pPr>
    <w:rPr>
      <w:rFonts w:ascii="Calibri" w:eastAsia="Calibri" w:hAnsi="Calibri"/>
      <w:szCs w:val="22"/>
      <w:lang w:eastAsia="en-US"/>
    </w:rPr>
  </w:style>
  <w:style w:type="character" w:customStyle="1" w:styleId="FunotentextZchn">
    <w:name w:val="Fußnotentext Zchn"/>
    <w:link w:val="Funotentext"/>
    <w:uiPriority w:val="99"/>
    <w:rsid w:val="00B950C4"/>
    <w:rPr>
      <w:rFonts w:ascii="Arial" w:hAnsi="Arial"/>
    </w:rPr>
  </w:style>
  <w:style w:type="paragraph" w:customStyle="1" w:styleId="Default">
    <w:name w:val="Default"/>
    <w:rsid w:val="00374542"/>
    <w:pPr>
      <w:autoSpaceDE w:val="0"/>
      <w:autoSpaceDN w:val="0"/>
      <w:adjustRightInd w:val="0"/>
      <w:spacing w:line="360" w:lineRule="auto"/>
      <w:ind w:left="709"/>
      <w:jc w:val="both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b1">
    <w:name w:val="Üb 1"/>
    <w:basedOn w:val="Listenabsatz"/>
    <w:next w:val="Standard"/>
    <w:qFormat/>
    <w:rsid w:val="00EA743D"/>
    <w:pPr>
      <w:keepNext/>
      <w:numPr>
        <w:numId w:val="10"/>
      </w:numPr>
      <w:spacing w:before="360" w:after="120" w:line="288" w:lineRule="auto"/>
      <w:contextualSpacing w:val="0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EA743D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EA743D"/>
    <w:pPr>
      <w:keepNext/>
      <w:numPr>
        <w:ilvl w:val="2"/>
        <w:numId w:val="10"/>
      </w:numPr>
      <w:spacing w:before="240" w:after="120" w:line="288" w:lineRule="auto"/>
      <w:contextualSpacing w:val="0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EA743D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EA743D"/>
    <w:pPr>
      <w:numPr>
        <w:ilvl w:val="4"/>
      </w:numPr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EA743D"/>
    <w:pPr>
      <w:numPr>
        <w:ilvl w:val="5"/>
      </w:numPr>
      <w:ind w:left="1559" w:hanging="1559"/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EA743D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EA743D"/>
    <w:rPr>
      <w:rFonts w:ascii="Verdana" w:eastAsiaTheme="minorEastAsia" w:hAnsi="Verdana" w:cstheme="minorBidi"/>
      <w:szCs w:val="22"/>
      <w:lang w:eastAsia="ja-JP"/>
    </w:rPr>
  </w:style>
  <w:style w:type="character" w:styleId="Hyperlink">
    <w:name w:val="Hyperlink"/>
    <w:basedOn w:val="Absatz-Standardschriftart"/>
    <w:uiPriority w:val="99"/>
    <w:qFormat/>
    <w:rsid w:val="00EA743D"/>
    <w:rPr>
      <w:color w:val="0000FF" w:themeColor="hyperlink"/>
      <w:u w:val="single"/>
    </w:rPr>
  </w:style>
  <w:style w:type="paragraph" w:customStyle="1" w:styleId="AufzhlungBuchstabeFett">
    <w:name w:val="Aufzählung Buchstabe Fett"/>
    <w:basedOn w:val="AufzhlungBuchstabe"/>
    <w:rsid w:val="00EA743D"/>
    <w:pPr>
      <w:numPr>
        <w:ilvl w:val="8"/>
      </w:numPr>
      <w:tabs>
        <w:tab w:val="num" w:pos="360"/>
      </w:tabs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EA743D"/>
    <w:pPr>
      <w:numPr>
        <w:ilvl w:val="7"/>
      </w:numPr>
      <w:tabs>
        <w:tab w:val="num" w:pos="360"/>
      </w:tabs>
    </w:pPr>
    <w:rPr>
      <w:i/>
      <w:iCs/>
    </w:r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EA743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EA743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fettlinksbndig">
    <w:name w:val="Tabellentext fett linksbündig"/>
    <w:basedOn w:val="Standard"/>
    <w:link w:val="TabellentextfettlinksbndigZchn"/>
    <w:qFormat/>
    <w:rsid w:val="00EA743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20"/>
      <w:lang w:eastAsia="ja-JP"/>
    </w:rPr>
  </w:style>
  <w:style w:type="character" w:customStyle="1" w:styleId="TabellentextfettlinksbndigZchn">
    <w:name w:val="Tabellentext fett linksbündig Zchn"/>
    <w:basedOn w:val="Absatz-Standardschriftart"/>
    <w:link w:val="Tabellentextfettlinksbndig"/>
    <w:rsid w:val="00EA743D"/>
    <w:rPr>
      <w:rFonts w:ascii="Verdana" w:eastAsiaTheme="minorEastAsia" w:hAnsi="Verdana" w:cstheme="minorBidi"/>
      <w:b/>
      <w:lang w:eastAsia="ja-JP"/>
    </w:rPr>
  </w:style>
  <w:style w:type="table" w:styleId="Tabellenraster">
    <w:name w:val="Table Grid"/>
    <w:basedOn w:val="NormaleTabelle"/>
    <w:uiPriority w:val="59"/>
    <w:rsid w:val="004A7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84a</vt:lpstr>
    </vt:vector>
  </TitlesOfParts>
  <Company>RAL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84a</dc:title>
  <dc:creator>hermann</dc:creator>
  <cp:lastModifiedBy>Pott, Antonia</cp:lastModifiedBy>
  <cp:revision>14</cp:revision>
  <cp:lastPrinted>2013-05-07T11:02:00Z</cp:lastPrinted>
  <dcterms:created xsi:type="dcterms:W3CDTF">2019-12-17T09:07:00Z</dcterms:created>
  <dcterms:modified xsi:type="dcterms:W3CDTF">2022-03-23T15:32:00Z</dcterms:modified>
</cp:coreProperties>
</file>